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0BF8">
        <w:rPr>
          <w:rFonts w:ascii="Arial" w:hAnsi="Arial" w:cs="Arial"/>
          <w:b/>
          <w:caps/>
          <w:sz w:val="28"/>
          <w:szCs w:val="28"/>
        </w:rPr>
        <w:t>753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AF0BF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A1128">
              <w:rPr>
                <w:rFonts w:ascii="Arial" w:hAnsi="Arial" w:cs="Arial"/>
                <w:sz w:val="20"/>
                <w:szCs w:val="20"/>
              </w:rPr>
              <w:t>limpeza</w:t>
            </w:r>
            <w:r w:rsidR="00AF0BF8">
              <w:rPr>
                <w:rFonts w:ascii="Arial" w:hAnsi="Arial" w:cs="Arial"/>
                <w:sz w:val="20"/>
                <w:szCs w:val="20"/>
              </w:rPr>
              <w:t xml:space="preserve">, com a remoção de lixos e entulhos, e a colocação de placa com a inscrição “proibido jogar lixos” na área pública localizada defronte do nº 65 da Rua Príncipe Hans </w:t>
            </w:r>
            <w:proofErr w:type="spellStart"/>
            <w:r w:rsidR="00AF0BF8">
              <w:rPr>
                <w:rFonts w:ascii="Arial" w:hAnsi="Arial" w:cs="Arial"/>
                <w:sz w:val="20"/>
                <w:szCs w:val="20"/>
              </w:rPr>
              <w:t>Adans</w:t>
            </w:r>
            <w:proofErr w:type="spellEnd"/>
            <w:r w:rsidR="00AF0BF8">
              <w:rPr>
                <w:rFonts w:ascii="Arial" w:hAnsi="Arial" w:cs="Arial"/>
                <w:sz w:val="20"/>
                <w:szCs w:val="20"/>
              </w:rPr>
              <w:t>, perto da Igreja Assembleia de Deus, no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E93DDE" w:rsidRPr="00E93DDE">
        <w:rPr>
          <w:rFonts w:ascii="Arial" w:hAnsi="Arial" w:cs="Arial"/>
        </w:rPr>
        <w:t xml:space="preserve">limpeza, com a remoção de lixos e entulhos, e </w:t>
      </w:r>
      <w:bookmarkStart w:id="0" w:name="_GoBack"/>
      <w:bookmarkEnd w:id="0"/>
      <w:r w:rsidR="007D756B">
        <w:rPr>
          <w:rFonts w:ascii="Arial" w:hAnsi="Arial" w:cs="Arial"/>
        </w:rPr>
        <w:t xml:space="preserve">à </w:t>
      </w:r>
      <w:r w:rsidR="00E93DDE" w:rsidRPr="00E93DDE">
        <w:rPr>
          <w:rFonts w:ascii="Arial" w:hAnsi="Arial" w:cs="Arial"/>
        </w:rPr>
        <w:t xml:space="preserve">colocação de placa com a inscrição “proibido jogar lixos” na área pública localizada defronte do nº 65 da Rua Príncipe Hans </w:t>
      </w:r>
      <w:proofErr w:type="spellStart"/>
      <w:r w:rsidR="00E93DDE" w:rsidRPr="00E93DDE">
        <w:rPr>
          <w:rFonts w:ascii="Arial" w:hAnsi="Arial" w:cs="Arial"/>
        </w:rPr>
        <w:t>Adans</w:t>
      </w:r>
      <w:proofErr w:type="spellEnd"/>
      <w:r w:rsidR="00E93DDE" w:rsidRPr="00E93DDE">
        <w:rPr>
          <w:rFonts w:ascii="Arial" w:hAnsi="Arial" w:cs="Arial"/>
        </w:rPr>
        <w:t>, perto da Igreja Assembleia de Deus, no Parque dos Príncipes</w:t>
      </w:r>
      <w:r w:rsidR="00BF184D">
        <w:rPr>
          <w:rFonts w:ascii="Arial" w:hAnsi="Arial" w:cs="Arial"/>
        </w:rPr>
        <w:t>.</w:t>
      </w:r>
    </w:p>
    <w:p w:rsidR="00726CA7" w:rsidRDefault="005C05AD" w:rsidP="00EF6A7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C05AD">
        <w:rPr>
          <w:rFonts w:ascii="Arial" w:hAnsi="Arial" w:cs="Arial"/>
          <w:bCs/>
        </w:rPr>
        <w:t xml:space="preserve">Esclarecemos que a presente solicitação é feita em nome </w:t>
      </w:r>
      <w:r w:rsidR="00726CA7" w:rsidRPr="00726CA7">
        <w:rPr>
          <w:rFonts w:ascii="Arial" w:hAnsi="Arial" w:cs="Arial"/>
          <w:bCs/>
        </w:rPr>
        <w:t xml:space="preserve">dos moradores </w:t>
      </w:r>
      <w:r w:rsidR="00AB47B2">
        <w:rPr>
          <w:rFonts w:ascii="Arial" w:hAnsi="Arial" w:cs="Arial"/>
          <w:bCs/>
        </w:rPr>
        <w:t>d</w:t>
      </w:r>
      <w:r w:rsidR="00726CA7" w:rsidRPr="00726CA7">
        <w:rPr>
          <w:rFonts w:ascii="Arial" w:hAnsi="Arial" w:cs="Arial"/>
          <w:bCs/>
        </w:rPr>
        <w:t>a referida região</w:t>
      </w:r>
      <w:r w:rsidR="00726CA7">
        <w:rPr>
          <w:rFonts w:ascii="Arial" w:hAnsi="Arial" w:cs="Arial"/>
          <w:bCs/>
        </w:rPr>
        <w:t>.</w:t>
      </w:r>
    </w:p>
    <w:p w:rsidR="002A4D4A" w:rsidRDefault="009A6E96" w:rsidP="00EF6A7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referida </w:t>
      </w:r>
      <w:r w:rsidRPr="009A6E96">
        <w:rPr>
          <w:rFonts w:ascii="Arial" w:hAnsi="Arial" w:cs="Arial"/>
          <w:bCs/>
        </w:rPr>
        <w:t xml:space="preserve">área </w:t>
      </w:r>
      <w:r>
        <w:rPr>
          <w:rFonts w:ascii="Arial" w:hAnsi="Arial" w:cs="Arial"/>
          <w:bCs/>
        </w:rPr>
        <w:t xml:space="preserve">pública </w:t>
      </w:r>
      <w:r w:rsidRPr="009A6E96">
        <w:rPr>
          <w:rFonts w:ascii="Arial" w:hAnsi="Arial" w:cs="Arial"/>
          <w:bCs/>
        </w:rPr>
        <w:t xml:space="preserve">se encontra totalmente entulhada </w:t>
      </w:r>
      <w:r>
        <w:rPr>
          <w:rFonts w:ascii="Arial" w:hAnsi="Arial" w:cs="Arial"/>
          <w:bCs/>
        </w:rPr>
        <w:t>por</w:t>
      </w:r>
      <w:r w:rsidRPr="009A6E96">
        <w:rPr>
          <w:rFonts w:ascii="Arial" w:hAnsi="Arial" w:cs="Arial"/>
          <w:bCs/>
        </w:rPr>
        <w:t xml:space="preserve"> resto</w:t>
      </w:r>
      <w:r>
        <w:rPr>
          <w:rFonts w:ascii="Arial" w:hAnsi="Arial" w:cs="Arial"/>
          <w:bCs/>
        </w:rPr>
        <w:t>s</w:t>
      </w:r>
      <w:r w:rsidRPr="009A6E96">
        <w:rPr>
          <w:rFonts w:ascii="Arial" w:hAnsi="Arial" w:cs="Arial"/>
          <w:bCs/>
        </w:rPr>
        <w:t xml:space="preserve"> de construção</w:t>
      </w:r>
      <w:r>
        <w:rPr>
          <w:rFonts w:ascii="Arial" w:hAnsi="Arial" w:cs="Arial"/>
          <w:bCs/>
        </w:rPr>
        <w:t xml:space="preserve"> </w:t>
      </w:r>
      <w:r w:rsidRPr="009A6E96">
        <w:rPr>
          <w:rFonts w:ascii="Arial" w:hAnsi="Arial" w:cs="Arial"/>
          <w:bCs/>
        </w:rPr>
        <w:t xml:space="preserve">e lixos, </w:t>
      </w:r>
      <w:r>
        <w:rPr>
          <w:rFonts w:ascii="Arial" w:hAnsi="Arial" w:cs="Arial"/>
          <w:bCs/>
        </w:rPr>
        <w:t xml:space="preserve">em </w:t>
      </w:r>
      <w:r w:rsidRPr="009A6E96">
        <w:rPr>
          <w:rFonts w:ascii="Arial" w:hAnsi="Arial" w:cs="Arial"/>
          <w:bCs/>
        </w:rPr>
        <w:t>péssimas condições, propiciando o surgimento de insetos e animais peçonhentos</w:t>
      </w:r>
      <w:r w:rsidR="005C05AD" w:rsidRPr="005C05AD">
        <w:rPr>
          <w:rFonts w:ascii="Arial" w:hAnsi="Arial" w:cs="Arial"/>
          <w:bCs/>
        </w:rPr>
        <w:t>. Foto anexa</w:t>
      </w:r>
      <w:r w:rsidR="002A4D4A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B3C">
        <w:rPr>
          <w:rFonts w:ascii="Arial" w:hAnsi="Arial" w:cs="Arial"/>
        </w:rPr>
        <w:t>2</w:t>
      </w:r>
      <w:r w:rsidR="009A6E96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9249E8">
        <w:rPr>
          <w:rFonts w:ascii="Arial" w:hAnsi="Arial" w:cs="Arial"/>
        </w:rPr>
        <w:t>março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D179D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CD6DFC" w:rsidRDefault="00CD6DF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6DFC" w:rsidRDefault="00CD6DFC" w:rsidP="00556D51">
      <w:pPr>
        <w:jc w:val="center"/>
        <w:rPr>
          <w:rFonts w:ascii="Arial" w:hAnsi="Arial" w:cs="Arial"/>
        </w:rPr>
      </w:pPr>
    </w:p>
    <w:p w:rsidR="00CD6DFC" w:rsidRDefault="005C79C9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355.5pt">
            <v:imagedata r:id="rId8" o:title="20180316_150019"/>
          </v:shape>
        </w:pict>
      </w:r>
    </w:p>
    <w:sectPr w:rsidR="00CD6DF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708" w:rsidRDefault="004D5708">
      <w:r>
        <w:separator/>
      </w:r>
    </w:p>
  </w:endnote>
  <w:endnote w:type="continuationSeparator" w:id="0">
    <w:p w:rsidR="004D5708" w:rsidRDefault="004D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708" w:rsidRDefault="004D5708">
      <w:r>
        <w:separator/>
      </w:r>
    </w:p>
  </w:footnote>
  <w:footnote w:type="continuationSeparator" w:id="0">
    <w:p w:rsidR="004D5708" w:rsidRDefault="004D5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C79C9">
      <w:rPr>
        <w:rFonts w:ascii="Arial" w:hAnsi="Arial" w:cs="Arial"/>
        <w:b/>
        <w:sz w:val="20"/>
        <w:szCs w:val="20"/>
        <w:u w:val="single"/>
      </w:rPr>
      <w:t>753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79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79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3BBA"/>
    <w:rsid w:val="00124862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F37"/>
    <w:rsid w:val="00315C2B"/>
    <w:rsid w:val="00316A2C"/>
    <w:rsid w:val="00317C1A"/>
    <w:rsid w:val="00321E8A"/>
    <w:rsid w:val="00323F0F"/>
    <w:rsid w:val="00325776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336A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327E9"/>
    <w:rsid w:val="00440260"/>
    <w:rsid w:val="00442691"/>
    <w:rsid w:val="00443E1D"/>
    <w:rsid w:val="00462EC1"/>
    <w:rsid w:val="00467347"/>
    <w:rsid w:val="00476F6B"/>
    <w:rsid w:val="00482C3D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5708"/>
    <w:rsid w:val="004D7321"/>
    <w:rsid w:val="004E06ED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31A4"/>
    <w:rsid w:val="00523974"/>
    <w:rsid w:val="00524669"/>
    <w:rsid w:val="005277B0"/>
    <w:rsid w:val="0053012C"/>
    <w:rsid w:val="00533862"/>
    <w:rsid w:val="00534ABB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F73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7F5"/>
    <w:rsid w:val="006A370D"/>
    <w:rsid w:val="006A5FBA"/>
    <w:rsid w:val="006B0B8E"/>
    <w:rsid w:val="006B4B74"/>
    <w:rsid w:val="006C13D1"/>
    <w:rsid w:val="006C59BC"/>
    <w:rsid w:val="006C7164"/>
    <w:rsid w:val="006D065E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94B62"/>
    <w:rsid w:val="007962CB"/>
    <w:rsid w:val="007A1A39"/>
    <w:rsid w:val="007B100C"/>
    <w:rsid w:val="007C7E72"/>
    <w:rsid w:val="007D0B3C"/>
    <w:rsid w:val="007D1D56"/>
    <w:rsid w:val="007D3298"/>
    <w:rsid w:val="007D39FD"/>
    <w:rsid w:val="007D756B"/>
    <w:rsid w:val="007E0D4E"/>
    <w:rsid w:val="007E369D"/>
    <w:rsid w:val="007E3F69"/>
    <w:rsid w:val="007E6F02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7F4A"/>
    <w:rsid w:val="008A0EB2"/>
    <w:rsid w:val="008A12F9"/>
    <w:rsid w:val="008A16A2"/>
    <w:rsid w:val="008B067D"/>
    <w:rsid w:val="008B1035"/>
    <w:rsid w:val="008B52D4"/>
    <w:rsid w:val="008C33AB"/>
    <w:rsid w:val="008D204E"/>
    <w:rsid w:val="008E6C99"/>
    <w:rsid w:val="00903889"/>
    <w:rsid w:val="009040C4"/>
    <w:rsid w:val="00913888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911FD"/>
    <w:rsid w:val="00992534"/>
    <w:rsid w:val="009948C4"/>
    <w:rsid w:val="009A2ABD"/>
    <w:rsid w:val="009A6E96"/>
    <w:rsid w:val="009B207E"/>
    <w:rsid w:val="009B266F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490D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685D"/>
    <w:rsid w:val="00C7053D"/>
    <w:rsid w:val="00C76263"/>
    <w:rsid w:val="00C77C9A"/>
    <w:rsid w:val="00C83397"/>
    <w:rsid w:val="00C85153"/>
    <w:rsid w:val="00C861E6"/>
    <w:rsid w:val="00C8752A"/>
    <w:rsid w:val="00C90441"/>
    <w:rsid w:val="00C96D0D"/>
    <w:rsid w:val="00CA1128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33C7"/>
    <w:rsid w:val="00D3429B"/>
    <w:rsid w:val="00D45E11"/>
    <w:rsid w:val="00D46F9A"/>
    <w:rsid w:val="00D507D5"/>
    <w:rsid w:val="00D51221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A588F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A79"/>
    <w:rsid w:val="00F016E7"/>
    <w:rsid w:val="00F0524A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7F82A-9B38-4769-A643-D0564C94B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2017-11-20T18:02:00Z</cp:lastPrinted>
  <dcterms:created xsi:type="dcterms:W3CDTF">2018-03-23T19:50:00Z</dcterms:created>
  <dcterms:modified xsi:type="dcterms:W3CDTF">2018-03-23T19:54:00Z</dcterms:modified>
</cp:coreProperties>
</file>